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2F9" w:rsidRDefault="00FF12F9">
      <w:pPr>
        <w:spacing w:after="0" w:line="200" w:lineRule="exact"/>
        <w:rPr>
          <w:sz w:val="20"/>
          <w:szCs w:val="20"/>
        </w:rPr>
      </w:pPr>
    </w:p>
    <w:p w:rsidR="00FF12F9" w:rsidRDefault="00FF12F9">
      <w:pPr>
        <w:spacing w:before="11" w:after="0" w:line="240" w:lineRule="exact"/>
        <w:rPr>
          <w:sz w:val="24"/>
          <w:szCs w:val="24"/>
        </w:rPr>
      </w:pPr>
    </w:p>
    <w:p w:rsidR="00FF12F9" w:rsidRDefault="00836E9E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355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FF12F9" w:rsidRDefault="00836E9E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130712</w:t>
      </w:r>
    </w:p>
    <w:p w:rsidR="00FF12F9" w:rsidRDefault="00FF12F9">
      <w:pPr>
        <w:spacing w:before="14" w:after="0" w:line="240" w:lineRule="exact"/>
        <w:rPr>
          <w:sz w:val="24"/>
          <w:szCs w:val="24"/>
        </w:rPr>
      </w:pPr>
    </w:p>
    <w:p w:rsidR="00FF12F9" w:rsidRDefault="00836E9E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FF12F9" w:rsidRDefault="00836E9E">
      <w:pPr>
        <w:spacing w:before="16" w:after="0" w:line="258" w:lineRule="auto"/>
        <w:ind w:left="158" w:right="10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network.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gray.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By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opening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easily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rotated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desired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pacing w:val="-1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ride.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</w:p>
    <w:p w:rsidR="00FF12F9" w:rsidRDefault="00FF12F9">
      <w:pPr>
        <w:spacing w:before="4" w:after="0" w:line="140" w:lineRule="exact"/>
        <w:rPr>
          <w:sz w:val="14"/>
          <w:szCs w:val="14"/>
        </w:rPr>
      </w:pPr>
    </w:p>
    <w:p w:rsidR="00FF12F9" w:rsidRDefault="00FF12F9">
      <w:pPr>
        <w:spacing w:after="0" w:line="200" w:lineRule="exact"/>
        <w:rPr>
          <w:sz w:val="20"/>
          <w:szCs w:val="20"/>
        </w:rPr>
      </w:pPr>
    </w:p>
    <w:p w:rsidR="00754267" w:rsidRDefault="00754267" w:rsidP="00754267">
      <w:pPr>
        <w:spacing w:after="0" w:line="256" w:lineRule="auto"/>
        <w:ind w:left="158" w:right="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</w:p>
    <w:p w:rsidR="00754267" w:rsidRDefault="00754267" w:rsidP="00754267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efficiency,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electronically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commutated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permanent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magnet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motor).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technology,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</w:p>
    <w:p w:rsidR="00754267" w:rsidRDefault="00754267" w:rsidP="00754267">
      <w:pPr>
        <w:spacing w:before="16" w:after="0" w:line="256" w:lineRule="auto"/>
        <w:ind w:left="158" w:right="46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ETAMASTER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can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efficiently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even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at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part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load.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internal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electronic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monitoring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box.</w:t>
      </w:r>
    </w:p>
    <w:p w:rsidR="00FF12F9" w:rsidRDefault="00FF12F9">
      <w:pPr>
        <w:spacing w:before="4" w:after="0" w:line="140" w:lineRule="exact"/>
        <w:rPr>
          <w:sz w:val="14"/>
          <w:szCs w:val="14"/>
        </w:rPr>
      </w:pPr>
      <w:bookmarkStart w:id="0" w:name="_GoBack"/>
      <w:bookmarkEnd w:id="0"/>
    </w:p>
    <w:p w:rsidR="00FF12F9" w:rsidRDefault="00FF12F9">
      <w:pPr>
        <w:spacing w:after="0" w:line="200" w:lineRule="exact"/>
        <w:rPr>
          <w:sz w:val="20"/>
          <w:szCs w:val="20"/>
        </w:rPr>
      </w:pPr>
    </w:p>
    <w:p w:rsidR="00FF12F9" w:rsidRDefault="00836E9E">
      <w:pPr>
        <w:spacing w:after="0" w:line="258" w:lineRule="auto"/>
        <w:ind w:left="158" w:right="32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FF12F9" w:rsidRDefault="00836E9E">
      <w:pPr>
        <w:spacing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FF12F9" w:rsidRDefault="00FF12F9">
      <w:pPr>
        <w:spacing w:before="4" w:after="0" w:line="130" w:lineRule="exact"/>
        <w:rPr>
          <w:sz w:val="13"/>
          <w:szCs w:val="13"/>
        </w:rPr>
      </w:pPr>
    </w:p>
    <w:p w:rsidR="00FF12F9" w:rsidRDefault="00FF12F9">
      <w:pPr>
        <w:spacing w:after="0" w:line="200" w:lineRule="exact"/>
        <w:rPr>
          <w:sz w:val="20"/>
          <w:szCs w:val="20"/>
        </w:rPr>
      </w:pPr>
    </w:p>
    <w:p w:rsidR="00FF12F9" w:rsidRDefault="00836E9E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FF12F9" w:rsidRDefault="00FF12F9">
      <w:pPr>
        <w:spacing w:before="7" w:after="0" w:line="240" w:lineRule="exact"/>
        <w:rPr>
          <w:sz w:val="24"/>
          <w:szCs w:val="24"/>
        </w:rPr>
      </w:pPr>
    </w:p>
    <w:p w:rsidR="00FF12F9" w:rsidRDefault="00836E9E">
      <w:pPr>
        <w:tabs>
          <w:tab w:val="left" w:pos="4600"/>
          <w:tab w:val="left" w:pos="5020"/>
        </w:tabs>
        <w:spacing w:after="0" w:line="267" w:lineRule="auto"/>
        <w:ind w:left="158" w:right="457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(Δp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53,3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56,5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FF12F9" w:rsidRDefault="00FF12F9">
      <w:pPr>
        <w:spacing w:before="11" w:after="0" w:line="220" w:lineRule="exact"/>
      </w:pPr>
    </w:p>
    <w:p w:rsidR="00FF12F9" w:rsidRDefault="00836E9E">
      <w:pPr>
        <w:tabs>
          <w:tab w:val="left" w:pos="4340"/>
          <w:tab w:val="left" w:pos="4540"/>
          <w:tab w:val="left" w:pos="4640"/>
        </w:tabs>
        <w:spacing w:after="0" w:line="263" w:lineRule="auto"/>
        <w:ind w:left="158" w:right="453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11"/>
          <w:sz w:val="18"/>
          <w:szCs w:val="18"/>
        </w:rPr>
        <w:t xml:space="preserve"> 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261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1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1,8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2160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FF12F9" w:rsidRDefault="00836E9E">
      <w:pPr>
        <w:tabs>
          <w:tab w:val="left" w:pos="4780"/>
        </w:tabs>
        <w:spacing w:before="1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33</w:t>
      </w:r>
    </w:p>
    <w:p w:rsidR="00FF12F9" w:rsidRDefault="00836E9E">
      <w:pPr>
        <w:tabs>
          <w:tab w:val="left" w:pos="4780"/>
        </w:tabs>
        <w:spacing w:before="23" w:after="0" w:line="203" w:lineRule="exact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position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18"/>
          <w:szCs w:val="18"/>
        </w:rPr>
        <w:tab/>
      </w:r>
      <w:r>
        <w:rPr>
          <w:rFonts w:ascii="Arial" w:eastAsia="Arial" w:hAnsi="Arial" w:cs="Arial"/>
          <w:position w:val="-1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44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2"/>
        <w:gridCol w:w="2090"/>
        <w:gridCol w:w="3612"/>
      </w:tblGrid>
      <w:tr w:rsidR="00FF12F9">
        <w:trPr>
          <w:trHeight w:hRule="exact" w:val="66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7" w:after="0" w:line="268" w:lineRule="auto"/>
              <w:ind w:left="40" w:right="7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Ambient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(t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Medium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temperature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max.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position w:val="-4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7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  <w:p w:rsidR="00FF12F9" w:rsidRDefault="00836E9E">
            <w:pPr>
              <w:spacing w:before="54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°C</w:t>
            </w:r>
          </w:p>
        </w:tc>
        <w:tc>
          <w:tcPr>
            <w:tcW w:w="3612" w:type="dxa"/>
            <w:vMerge w:val="restart"/>
            <w:tcBorders>
              <w:top w:val="nil"/>
              <w:left w:val="nil"/>
              <w:right w:val="nil"/>
            </w:tcBorders>
          </w:tcPr>
          <w:p w:rsidR="00FF12F9" w:rsidRDefault="00FF12F9"/>
        </w:tc>
      </w:tr>
      <w:tr w:rsidR="00FF12F9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12F9" w:rsidRDefault="00836E9E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Casing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12F9" w:rsidRDefault="00836E9E">
            <w:pPr>
              <w:spacing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63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FF12F9" w:rsidRDefault="00FF12F9"/>
        </w:tc>
      </w:tr>
      <w:tr w:rsidR="00FF12F9">
        <w:trPr>
          <w:trHeight w:hRule="exact" w:val="262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Inlet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-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right w:val="nil"/>
            </w:tcBorders>
          </w:tcPr>
          <w:p w:rsidR="00FF12F9" w:rsidRDefault="00FF12F9"/>
        </w:tc>
      </w:tr>
      <w:tr w:rsidR="00FF12F9">
        <w:trPr>
          <w:trHeight w:hRule="exact" w:val="377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5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Outlet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power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position w:val="-4"/>
                <w:sz w:val="12"/>
                <w:szCs w:val="12"/>
              </w:rPr>
              <w:t>WA</w:t>
            </w:r>
            <w:r>
              <w:rPr>
                <w:rFonts w:ascii="Arial" w:eastAsia="Arial" w:hAnsi="Arial" w:cs="Arial"/>
                <w:spacing w:val="7"/>
                <w:position w:val="-4"/>
                <w:sz w:val="12"/>
                <w:szCs w:val="12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</w:rPr>
              <w:t>):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5" w:after="0" w:line="240" w:lineRule="auto"/>
              <w:ind w:left="1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</w:t>
            </w:r>
            <w:r>
              <w:rPr>
                <w:rFonts w:ascii="Times New Roman" w:eastAsia="Times New Roman" w:hAnsi="Times New Roman" w:cs="Times New Roman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dB(A)</w:t>
            </w:r>
          </w:p>
        </w:tc>
        <w:tc>
          <w:tcPr>
            <w:tcW w:w="3612" w:type="dxa"/>
            <w:vMerge/>
            <w:tcBorders>
              <w:left w:val="nil"/>
              <w:bottom w:val="nil"/>
              <w:right w:val="nil"/>
            </w:tcBorders>
          </w:tcPr>
          <w:p w:rsidR="00FF12F9" w:rsidRDefault="00FF12F9"/>
        </w:tc>
      </w:tr>
      <w:tr w:rsidR="00FF12F9">
        <w:trPr>
          <w:trHeight w:hRule="exact" w:val="810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12F9" w:rsidRDefault="00836E9E">
            <w:pPr>
              <w:spacing w:after="0" w:line="267" w:lineRule="auto"/>
              <w:ind w:left="40" w:right="15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Dimensions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(L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H):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diameter: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Weight: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12F9" w:rsidRDefault="00836E9E">
            <w:pPr>
              <w:spacing w:after="0" w:line="240" w:lineRule="auto"/>
              <w:ind w:left="6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401</w:t>
            </w:r>
            <w:r>
              <w:rPr>
                <w:rFonts w:ascii="Times New Roman" w:eastAsia="Times New Roman" w:hAnsi="Times New Roman" w:cs="Times New Roman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</w:p>
          <w:p w:rsidR="00FF12F9" w:rsidRDefault="00836E9E">
            <w:pPr>
              <w:spacing w:before="23" w:after="0" w:line="240" w:lineRule="auto"/>
              <w:ind w:left="990" w:right="2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Ø354</w:t>
            </w:r>
            <w:r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mm</w:t>
            </w:r>
          </w:p>
          <w:p w:rsidR="00FF12F9" w:rsidRDefault="00836E9E">
            <w:pPr>
              <w:spacing w:before="23" w:after="0" w:line="240" w:lineRule="auto"/>
              <w:ind w:left="1177" w:right="30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8,7</w:t>
            </w:r>
            <w:r>
              <w:rPr>
                <w:rFonts w:ascii="Times New Roman" w:eastAsia="Times New Roman" w:hAnsi="Times New Roman" w:cs="Times New Roman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kg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FF12F9" w:rsidRDefault="00836E9E">
            <w:pPr>
              <w:spacing w:after="0" w:line="240" w:lineRule="auto"/>
              <w:ind w:left="9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(incl.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mounting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bracket)</w:t>
            </w:r>
          </w:p>
        </w:tc>
      </w:tr>
      <w:tr w:rsidR="00FF12F9">
        <w:trPr>
          <w:trHeight w:hRule="exact" w:val="536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>
            <w:pPr>
              <w:spacing w:before="13" w:after="0" w:line="220" w:lineRule="exact"/>
            </w:pPr>
          </w:p>
          <w:p w:rsidR="00FF12F9" w:rsidRDefault="00836E9E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Wiring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diagram: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>
            <w:pPr>
              <w:spacing w:before="13" w:after="0" w:line="220" w:lineRule="exact"/>
            </w:pPr>
          </w:p>
          <w:p w:rsidR="00FF12F9" w:rsidRDefault="00836E9E">
            <w:pPr>
              <w:spacing w:after="0" w:line="240" w:lineRule="auto"/>
              <w:ind w:left="86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130303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/>
        </w:tc>
      </w:tr>
    </w:tbl>
    <w:p w:rsidR="00FF12F9" w:rsidRDefault="00FF12F9">
      <w:pPr>
        <w:spacing w:after="0" w:line="200" w:lineRule="exact"/>
        <w:rPr>
          <w:sz w:val="20"/>
          <w:szCs w:val="20"/>
        </w:rPr>
      </w:pPr>
    </w:p>
    <w:p w:rsidR="00FF12F9" w:rsidRDefault="00FF12F9">
      <w:pPr>
        <w:spacing w:after="0" w:line="200" w:lineRule="exact"/>
        <w:rPr>
          <w:sz w:val="20"/>
          <w:szCs w:val="20"/>
        </w:rPr>
      </w:pPr>
    </w:p>
    <w:p w:rsidR="00FF12F9" w:rsidRDefault="00FF12F9">
      <w:pPr>
        <w:spacing w:after="0" w:line="200" w:lineRule="exact"/>
        <w:rPr>
          <w:sz w:val="20"/>
          <w:szCs w:val="20"/>
        </w:rPr>
      </w:pPr>
    </w:p>
    <w:p w:rsidR="00FF12F9" w:rsidRDefault="00FF12F9">
      <w:pPr>
        <w:spacing w:after="0" w:line="200" w:lineRule="exact"/>
        <w:rPr>
          <w:sz w:val="20"/>
          <w:szCs w:val="20"/>
        </w:rPr>
      </w:pPr>
    </w:p>
    <w:p w:rsidR="00FF12F9" w:rsidRDefault="00FF12F9">
      <w:pPr>
        <w:spacing w:after="0" w:line="200" w:lineRule="exact"/>
        <w:rPr>
          <w:sz w:val="20"/>
          <w:szCs w:val="20"/>
        </w:rPr>
      </w:pPr>
    </w:p>
    <w:p w:rsidR="00FF12F9" w:rsidRDefault="00FF12F9">
      <w:pPr>
        <w:spacing w:before="20" w:after="0" w:line="260" w:lineRule="exact"/>
        <w:rPr>
          <w:sz w:val="26"/>
          <w:szCs w:val="26"/>
        </w:rPr>
      </w:pPr>
    </w:p>
    <w:p w:rsidR="00FF12F9" w:rsidRDefault="00836E9E">
      <w:pPr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FF12F9" w:rsidRDefault="00836E9E">
      <w:pPr>
        <w:spacing w:before="16" w:after="0" w:line="267" w:lineRule="auto"/>
        <w:ind w:left="158" w:right="7891"/>
        <w:rPr>
          <w:rFonts w:ascii="Arial" w:eastAsia="Arial" w:hAnsi="Arial" w:cs="Arial"/>
          <w:sz w:val="18"/>
          <w:szCs w:val="18"/>
        </w:rPr>
      </w:pPr>
      <w:r w:rsidRPr="00836E9E">
        <w:rPr>
          <w:rFonts w:ascii="Arial" w:eastAsia="Arial" w:hAnsi="Arial" w:cs="Arial"/>
          <w:sz w:val="18"/>
          <w:szCs w:val="18"/>
          <w:lang w:val="de-DE"/>
        </w:rPr>
        <w:t>ruck</w:t>
      </w:r>
      <w:r w:rsidRPr="00836E9E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836E9E">
        <w:rPr>
          <w:rFonts w:ascii="Arial" w:eastAsia="Arial" w:hAnsi="Arial" w:cs="Arial"/>
          <w:sz w:val="18"/>
          <w:szCs w:val="18"/>
          <w:lang w:val="de-DE"/>
        </w:rPr>
        <w:t>Ventilatoren</w:t>
      </w:r>
      <w:r w:rsidRPr="00836E9E">
        <w:rPr>
          <w:rFonts w:ascii="Times New Roman" w:eastAsia="Times New Roman" w:hAnsi="Times New Roman" w:cs="Times New Roman"/>
          <w:spacing w:val="-5"/>
          <w:sz w:val="18"/>
          <w:szCs w:val="18"/>
          <w:lang w:val="de-DE"/>
        </w:rPr>
        <w:t xml:space="preserve"> </w:t>
      </w:r>
      <w:r w:rsidRPr="00836E9E">
        <w:rPr>
          <w:rFonts w:ascii="Arial" w:eastAsia="Arial" w:hAnsi="Arial" w:cs="Arial"/>
          <w:sz w:val="18"/>
          <w:szCs w:val="18"/>
          <w:lang w:val="de-DE"/>
        </w:rPr>
        <w:t>GmbH</w:t>
      </w:r>
      <w:r w:rsidRPr="00836E9E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836E9E">
        <w:rPr>
          <w:rFonts w:ascii="Arial" w:eastAsia="Arial" w:hAnsi="Arial" w:cs="Arial"/>
          <w:sz w:val="18"/>
          <w:szCs w:val="18"/>
          <w:lang w:val="de-DE"/>
        </w:rPr>
        <w:t>Max-Planck-Str.</w:t>
      </w:r>
      <w:r w:rsidRPr="00836E9E">
        <w:rPr>
          <w:rFonts w:ascii="Times New Roman" w:eastAsia="Times New Roman" w:hAnsi="Times New Roman" w:cs="Times New Roman"/>
          <w:spacing w:val="-8"/>
          <w:sz w:val="18"/>
          <w:szCs w:val="18"/>
          <w:lang w:val="de-DE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</w:t>
      </w:r>
    </w:p>
    <w:p w:rsidR="00FF12F9" w:rsidRDefault="00836E9E">
      <w:pPr>
        <w:spacing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97944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Boxberg</w:t>
      </w:r>
    </w:p>
    <w:p w:rsidR="00FF12F9" w:rsidRDefault="00836E9E">
      <w:pPr>
        <w:spacing w:before="23" w:after="0" w:line="267" w:lineRule="auto"/>
        <w:ind w:left="158" w:right="8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07930-9211300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hyperlink r:id="rId6">
        <w:r>
          <w:rPr>
            <w:rFonts w:ascii="Arial" w:eastAsia="Arial" w:hAnsi="Arial" w:cs="Arial"/>
            <w:sz w:val="18"/>
            <w:szCs w:val="18"/>
          </w:rPr>
          <w:t>www.ruck.eu</w:t>
        </w:r>
      </w:hyperlink>
    </w:p>
    <w:p w:rsidR="00FF12F9" w:rsidRDefault="00FF12F9">
      <w:pPr>
        <w:spacing w:after="0"/>
        <w:sectPr w:rsidR="00FF12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1020" w:right="860" w:bottom="280" w:left="1020" w:header="322" w:footer="720" w:gutter="0"/>
          <w:cols w:space="720"/>
        </w:sectPr>
      </w:pPr>
    </w:p>
    <w:p w:rsidR="00FF12F9" w:rsidRDefault="00FF12F9">
      <w:pPr>
        <w:spacing w:after="0" w:line="200" w:lineRule="exact"/>
        <w:rPr>
          <w:sz w:val="20"/>
          <w:szCs w:val="20"/>
        </w:rPr>
      </w:pPr>
    </w:p>
    <w:p w:rsidR="00FF12F9" w:rsidRDefault="00FF12F9">
      <w:pPr>
        <w:spacing w:before="11" w:after="0" w:line="240" w:lineRule="exact"/>
        <w:rPr>
          <w:sz w:val="24"/>
          <w:szCs w:val="24"/>
        </w:rPr>
      </w:pPr>
    </w:p>
    <w:p w:rsidR="00FF12F9" w:rsidRDefault="00836E9E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355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FF12F9" w:rsidRDefault="00836E9E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130712</w:t>
      </w:r>
    </w:p>
    <w:p w:rsidR="00FF12F9" w:rsidRDefault="00FF12F9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6347"/>
      </w:tblGrid>
      <w:tr w:rsidR="00FF12F9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FF12F9" w:rsidRDefault="00FF12F9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FF12F9" w:rsidRDefault="00836E9E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FF12F9" w:rsidRDefault="00FF12F9">
            <w:pPr>
              <w:spacing w:after="0" w:line="200" w:lineRule="exact"/>
              <w:rPr>
                <w:sz w:val="20"/>
                <w:szCs w:val="20"/>
              </w:rPr>
            </w:pPr>
          </w:p>
          <w:p w:rsidR="00FF12F9" w:rsidRDefault="00FF12F9">
            <w:pPr>
              <w:spacing w:after="0" w:line="200" w:lineRule="exact"/>
              <w:rPr>
                <w:sz w:val="20"/>
                <w:szCs w:val="20"/>
              </w:rPr>
            </w:pPr>
          </w:p>
          <w:p w:rsidR="00FF12F9" w:rsidRDefault="00836E9E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102653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FF12F9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FF12F9" w:rsidRDefault="00FF12F9">
            <w:pPr>
              <w:spacing w:after="0" w:line="200" w:lineRule="exact"/>
              <w:rPr>
                <w:sz w:val="20"/>
                <w:szCs w:val="20"/>
              </w:rPr>
            </w:pPr>
          </w:p>
          <w:p w:rsidR="00FF12F9" w:rsidRDefault="00FF12F9">
            <w:pPr>
              <w:spacing w:after="0" w:line="200" w:lineRule="exact"/>
              <w:rPr>
                <w:sz w:val="20"/>
                <w:szCs w:val="20"/>
              </w:rPr>
            </w:pPr>
          </w:p>
          <w:p w:rsidR="00FF12F9" w:rsidRDefault="00836E9E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113491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102665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102725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315-400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102947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315-400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FTW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112856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warm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water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heating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coil,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112835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102901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355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128146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0-10V,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stepless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143289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Stepped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potentiometer,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+10Vdc,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1+2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adjustable,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step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100%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Vdc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MTP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147359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Potentiometer</w:t>
            </w:r>
            <w:r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connection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terminal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sales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unit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115259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Constant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day-night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function</w:t>
            </w:r>
          </w:p>
        </w:tc>
      </w:tr>
      <w:tr w:rsidR="00FF12F9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CLIMASET01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111314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Accessories</w:t>
            </w:r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P1000,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pressure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hose,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nipples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screws</w:t>
            </w:r>
          </w:p>
        </w:tc>
      </w:tr>
      <w:tr w:rsidR="006B7ECE" w:rsidTr="006B7ECE">
        <w:trPr>
          <w:trHeight w:hRule="exact" w:val="230"/>
        </w:trPr>
        <w:tc>
          <w:tcPr>
            <w:tcW w:w="2174" w:type="dxa"/>
            <w:hideMark/>
          </w:tcPr>
          <w:p w:rsidR="006B7ECE" w:rsidRDefault="006B7EC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 AIR</w:t>
            </w:r>
          </w:p>
        </w:tc>
        <w:tc>
          <w:tcPr>
            <w:tcW w:w="1052" w:type="dxa"/>
            <w:hideMark/>
          </w:tcPr>
          <w:p w:rsidR="006B7ECE" w:rsidRDefault="006B7EC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148641</w:t>
            </w:r>
          </w:p>
        </w:tc>
        <w:tc>
          <w:tcPr>
            <w:tcW w:w="6347" w:type="dxa"/>
            <w:hideMark/>
          </w:tcPr>
          <w:p w:rsidR="006B7ECE" w:rsidRDefault="006B7EC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Airflow and temperature transducer</w:t>
            </w:r>
          </w:p>
        </w:tc>
      </w:tr>
      <w:tr w:rsidR="00FF12F9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SEN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126586</w:t>
            </w:r>
          </w:p>
        </w:tc>
        <w:tc>
          <w:tcPr>
            <w:tcW w:w="6347" w:type="dxa"/>
            <w:tcBorders>
              <w:top w:val="nil"/>
              <w:left w:val="nil"/>
              <w:bottom w:val="nil"/>
              <w:right w:val="nil"/>
            </w:tcBorders>
          </w:tcPr>
          <w:p w:rsidR="00FF12F9" w:rsidRDefault="00836E9E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Sensor,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variable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volume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(e.g.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meeting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rooms)</w:t>
            </w:r>
          </w:p>
        </w:tc>
      </w:tr>
    </w:tbl>
    <w:p w:rsidR="00497A9E" w:rsidRDefault="00497A9E"/>
    <w:sectPr w:rsidR="00497A9E">
      <w:pgSz w:w="11900" w:h="16840"/>
      <w:pgMar w:top="1020" w:right="1080" w:bottom="280" w:left="1020" w:header="3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A9E" w:rsidRDefault="00836E9E">
      <w:pPr>
        <w:spacing w:after="0" w:line="240" w:lineRule="auto"/>
      </w:pPr>
      <w:r>
        <w:separator/>
      </w:r>
    </w:p>
  </w:endnote>
  <w:endnote w:type="continuationSeparator" w:id="0">
    <w:p w:rsidR="00497A9E" w:rsidRDefault="00836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9E" w:rsidRDefault="00836E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9E" w:rsidRDefault="00836E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9E" w:rsidRDefault="00836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A9E" w:rsidRDefault="00836E9E">
      <w:pPr>
        <w:spacing w:after="0" w:line="240" w:lineRule="auto"/>
      </w:pPr>
      <w:r>
        <w:separator/>
      </w:r>
    </w:p>
  </w:footnote>
  <w:footnote w:type="continuationSeparator" w:id="0">
    <w:p w:rsidR="00497A9E" w:rsidRDefault="00836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9E" w:rsidRDefault="00836E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2F9" w:rsidRDefault="00754267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177.9pt;height:11pt;z-index:-251658752;mso-position-horizontal-relative:page;mso-position-vertical-relative:page" filled="f" stroked="f">
          <v:textbox inset="0,0,0,0">
            <w:txbxContent>
              <w:p w:rsidR="00FF12F9" w:rsidRDefault="00836E9E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motor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9E" w:rsidRDefault="00836E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F12F9"/>
    <w:rsid w:val="00497A9E"/>
    <w:rsid w:val="006B7ECE"/>
    <w:rsid w:val="00754267"/>
    <w:rsid w:val="00836E9E"/>
    <w:rsid w:val="00FF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180E01B-E1D3-405E-AAD4-A0CCAD22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6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E9E"/>
  </w:style>
  <w:style w:type="paragraph" w:styleId="Footer">
    <w:name w:val="footer"/>
    <w:basedOn w:val="Normal"/>
    <w:link w:val="FooterChar"/>
    <w:uiPriority w:val="99"/>
    <w:unhideWhenUsed/>
    <w:rsid w:val="00836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uck.eu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F9FD5063.dotm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EM...EC LV Texte EN.xlsx</dc:title>
  <dc:creator>i.isaila</dc:creator>
  <cp:lastModifiedBy>Ioan Isaila</cp:lastModifiedBy>
  <cp:revision>4</cp:revision>
  <dcterms:created xsi:type="dcterms:W3CDTF">2019-03-21T15:46:00Z</dcterms:created>
  <dcterms:modified xsi:type="dcterms:W3CDTF">2019-09-13T11:50:00Z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LastSaved">
    <vt:filetime>2019-03-21T00:00:00Z</vt:filetime>
  </property>
</Properties>
</file>