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4A5" w:rsidRDefault="00E804A5">
      <w:pPr>
        <w:spacing w:after="0" w:line="200" w:lineRule="exact"/>
        <w:rPr>
          <w:sz w:val="20"/>
          <w:szCs w:val="20"/>
        </w:rPr>
      </w:pPr>
    </w:p>
    <w:p w:rsidR="00E804A5" w:rsidRDefault="00E804A5">
      <w:pPr>
        <w:spacing w:before="11" w:after="0" w:line="240" w:lineRule="exact"/>
        <w:rPr>
          <w:sz w:val="24"/>
          <w:szCs w:val="24"/>
        </w:rPr>
      </w:pPr>
    </w:p>
    <w:p w:rsidR="00E804A5" w:rsidRDefault="007F1831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E804A5" w:rsidRDefault="007F1831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130561</w:t>
      </w:r>
    </w:p>
    <w:p w:rsidR="00E804A5" w:rsidRDefault="00E804A5">
      <w:pPr>
        <w:spacing w:before="14" w:after="0" w:line="240" w:lineRule="exact"/>
        <w:rPr>
          <w:sz w:val="24"/>
          <w:szCs w:val="24"/>
        </w:rPr>
      </w:pPr>
    </w:p>
    <w:p w:rsidR="00E804A5" w:rsidRDefault="007F1831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E804A5" w:rsidRDefault="007F1831">
      <w:pPr>
        <w:spacing w:before="16"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network.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gray.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By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opening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easily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rotated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desired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ride.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</w:p>
    <w:p w:rsidR="00E804A5" w:rsidRDefault="00E804A5">
      <w:pPr>
        <w:spacing w:before="4" w:after="0" w:line="140" w:lineRule="exact"/>
        <w:rPr>
          <w:sz w:val="14"/>
          <w:szCs w:val="14"/>
        </w:rPr>
      </w:pPr>
    </w:p>
    <w:p w:rsidR="00E804A5" w:rsidRDefault="00E804A5">
      <w:pPr>
        <w:spacing w:after="0" w:line="200" w:lineRule="exact"/>
        <w:rPr>
          <w:sz w:val="20"/>
          <w:szCs w:val="20"/>
        </w:rPr>
      </w:pPr>
    </w:p>
    <w:p w:rsidR="00995DAC" w:rsidRDefault="00995DAC" w:rsidP="00995DAC">
      <w:pPr>
        <w:spacing w:after="0" w:line="256" w:lineRule="auto"/>
        <w:ind w:left="158" w:right="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</w:p>
    <w:p w:rsidR="00995DAC" w:rsidRDefault="00995DAC" w:rsidP="00995DAC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efficiency,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electronically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commutated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permanent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magnet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motor).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technology,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</w:p>
    <w:p w:rsidR="00995DAC" w:rsidRDefault="00995DAC" w:rsidP="00995DAC">
      <w:pPr>
        <w:spacing w:before="16" w:after="0" w:line="256" w:lineRule="auto"/>
        <w:ind w:left="158" w:right="4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ETAMASTER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efficiently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even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load.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monitoring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box.</w:t>
      </w:r>
    </w:p>
    <w:p w:rsidR="00E804A5" w:rsidRDefault="00E804A5">
      <w:pPr>
        <w:spacing w:before="4" w:after="0" w:line="140" w:lineRule="exact"/>
        <w:rPr>
          <w:sz w:val="14"/>
          <w:szCs w:val="14"/>
        </w:rPr>
      </w:pPr>
      <w:bookmarkStart w:id="0" w:name="_GoBack"/>
      <w:bookmarkEnd w:id="0"/>
    </w:p>
    <w:p w:rsidR="00E804A5" w:rsidRDefault="00E804A5">
      <w:pPr>
        <w:spacing w:after="0" w:line="200" w:lineRule="exact"/>
        <w:rPr>
          <w:sz w:val="20"/>
          <w:szCs w:val="20"/>
        </w:rPr>
      </w:pPr>
    </w:p>
    <w:p w:rsidR="00E804A5" w:rsidRDefault="007F1831">
      <w:pPr>
        <w:spacing w:after="0" w:line="258" w:lineRule="auto"/>
        <w:ind w:left="158" w:right="3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E804A5" w:rsidRDefault="007F1831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E804A5" w:rsidRDefault="00E804A5">
      <w:pPr>
        <w:spacing w:before="4" w:after="0" w:line="130" w:lineRule="exact"/>
        <w:rPr>
          <w:sz w:val="13"/>
          <w:szCs w:val="13"/>
        </w:rPr>
      </w:pPr>
    </w:p>
    <w:p w:rsidR="00E804A5" w:rsidRDefault="00E804A5">
      <w:pPr>
        <w:spacing w:after="0" w:line="200" w:lineRule="exact"/>
        <w:rPr>
          <w:sz w:val="20"/>
          <w:szCs w:val="20"/>
        </w:rPr>
      </w:pPr>
    </w:p>
    <w:p w:rsidR="00E804A5" w:rsidRDefault="007F1831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E804A5" w:rsidRDefault="00E804A5">
      <w:pPr>
        <w:spacing w:before="7" w:after="0" w:line="240" w:lineRule="exact"/>
        <w:rPr>
          <w:sz w:val="24"/>
          <w:szCs w:val="24"/>
        </w:rPr>
      </w:pPr>
    </w:p>
    <w:p w:rsidR="00E804A5" w:rsidRDefault="007F1831">
      <w:pPr>
        <w:tabs>
          <w:tab w:val="left" w:pos="4600"/>
          <w:tab w:val="left" w:pos="5020"/>
        </w:tabs>
        <w:spacing w:after="0" w:line="267" w:lineRule="auto"/>
        <w:ind w:left="158" w:right="457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(Δp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42,6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48,0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E804A5" w:rsidRDefault="00E804A5">
      <w:pPr>
        <w:spacing w:before="11" w:after="0" w:line="220" w:lineRule="exact"/>
      </w:pPr>
    </w:p>
    <w:p w:rsidR="00E804A5" w:rsidRDefault="007F1831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53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11"/>
          <w:sz w:val="18"/>
          <w:szCs w:val="18"/>
        </w:rPr>
        <w:t xml:space="preserve"> 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121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1,0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2970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E804A5" w:rsidRDefault="007F1831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54</w:t>
      </w:r>
    </w:p>
    <w:p w:rsidR="00E804A5" w:rsidRDefault="007F1831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ab/>
      </w:r>
      <w:r>
        <w:rPr>
          <w:rFonts w:ascii="Arial" w:eastAsia="Arial" w:hAnsi="Arial" w:cs="Arial"/>
          <w:position w:val="-1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E804A5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Ambient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Medium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E804A5" w:rsidRDefault="007F1831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E804A5" w:rsidRDefault="00E804A5"/>
        </w:tc>
      </w:tr>
      <w:tr w:rsidR="00E804A5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E804A5" w:rsidRDefault="007F1831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E804A5" w:rsidRDefault="007F1831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E804A5" w:rsidRDefault="00E804A5"/>
        </w:tc>
      </w:tr>
      <w:tr w:rsidR="00E804A5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Inlet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E804A5" w:rsidRDefault="00E804A5"/>
        </w:tc>
      </w:tr>
      <w:tr w:rsidR="00E804A5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Outlet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79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E804A5" w:rsidRDefault="00E804A5"/>
        </w:tc>
      </w:tr>
      <w:tr w:rsidR="00E804A5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E804A5" w:rsidRDefault="007F1831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E804A5" w:rsidRDefault="007F1831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280</w:t>
            </w:r>
            <w:r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E804A5" w:rsidRDefault="007F1831">
            <w:pPr>
              <w:spacing w:before="23" w:after="0" w:line="240" w:lineRule="auto"/>
              <w:ind w:left="990" w:right="2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Ø199</w:t>
            </w:r>
            <w:r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E804A5" w:rsidRDefault="007F1831">
            <w:pPr>
              <w:spacing w:before="23" w:after="0" w:line="240" w:lineRule="auto"/>
              <w:ind w:left="1177" w:right="3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3,2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E804A5" w:rsidRDefault="007F1831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(incl.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E804A5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>
            <w:pPr>
              <w:spacing w:before="13" w:after="0" w:line="220" w:lineRule="exact"/>
            </w:pPr>
          </w:p>
          <w:p w:rsidR="00E804A5" w:rsidRDefault="007F1831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Wiring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>
            <w:pPr>
              <w:spacing w:before="13" w:after="0" w:line="220" w:lineRule="exact"/>
            </w:pPr>
          </w:p>
          <w:p w:rsidR="00E804A5" w:rsidRDefault="007F1831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130302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/>
        </w:tc>
      </w:tr>
    </w:tbl>
    <w:p w:rsidR="00E804A5" w:rsidRDefault="00E804A5">
      <w:pPr>
        <w:spacing w:after="0" w:line="200" w:lineRule="exact"/>
        <w:rPr>
          <w:sz w:val="20"/>
          <w:szCs w:val="20"/>
        </w:rPr>
      </w:pPr>
    </w:p>
    <w:p w:rsidR="00E804A5" w:rsidRDefault="00E804A5">
      <w:pPr>
        <w:spacing w:after="0" w:line="200" w:lineRule="exact"/>
        <w:rPr>
          <w:sz w:val="20"/>
          <w:szCs w:val="20"/>
        </w:rPr>
      </w:pPr>
    </w:p>
    <w:p w:rsidR="00E804A5" w:rsidRDefault="00E804A5">
      <w:pPr>
        <w:spacing w:after="0" w:line="200" w:lineRule="exact"/>
        <w:rPr>
          <w:sz w:val="20"/>
          <w:szCs w:val="20"/>
        </w:rPr>
      </w:pPr>
    </w:p>
    <w:p w:rsidR="00E804A5" w:rsidRDefault="00E804A5">
      <w:pPr>
        <w:spacing w:after="0" w:line="200" w:lineRule="exact"/>
        <w:rPr>
          <w:sz w:val="20"/>
          <w:szCs w:val="20"/>
        </w:rPr>
      </w:pPr>
    </w:p>
    <w:p w:rsidR="00E804A5" w:rsidRDefault="00E804A5">
      <w:pPr>
        <w:spacing w:after="0" w:line="200" w:lineRule="exact"/>
        <w:rPr>
          <w:sz w:val="20"/>
          <w:szCs w:val="20"/>
        </w:rPr>
      </w:pPr>
    </w:p>
    <w:p w:rsidR="00E804A5" w:rsidRDefault="00E804A5">
      <w:pPr>
        <w:spacing w:before="20" w:after="0" w:line="260" w:lineRule="exact"/>
        <w:rPr>
          <w:sz w:val="26"/>
          <w:szCs w:val="26"/>
        </w:rPr>
      </w:pPr>
    </w:p>
    <w:p w:rsidR="00E804A5" w:rsidRDefault="007F1831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E804A5" w:rsidRDefault="007F1831">
      <w:pPr>
        <w:spacing w:before="16" w:after="0" w:line="267" w:lineRule="auto"/>
        <w:ind w:left="158" w:right="7891"/>
        <w:rPr>
          <w:rFonts w:ascii="Arial" w:eastAsia="Arial" w:hAnsi="Arial" w:cs="Arial"/>
          <w:sz w:val="18"/>
          <w:szCs w:val="18"/>
        </w:rPr>
      </w:pPr>
      <w:r w:rsidRPr="007F1831">
        <w:rPr>
          <w:rFonts w:ascii="Arial" w:eastAsia="Arial" w:hAnsi="Arial" w:cs="Arial"/>
          <w:sz w:val="18"/>
          <w:szCs w:val="18"/>
          <w:lang w:val="de-DE"/>
        </w:rPr>
        <w:t>ruck</w:t>
      </w:r>
      <w:r w:rsidRPr="007F1831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7F1831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7F1831">
        <w:rPr>
          <w:rFonts w:ascii="Times New Roman" w:eastAsia="Times New Roman" w:hAnsi="Times New Roman" w:cs="Times New Roman"/>
          <w:spacing w:val="-5"/>
          <w:sz w:val="18"/>
          <w:szCs w:val="18"/>
          <w:lang w:val="de-DE"/>
        </w:rPr>
        <w:t xml:space="preserve"> </w:t>
      </w:r>
      <w:r w:rsidRPr="007F1831">
        <w:rPr>
          <w:rFonts w:ascii="Arial" w:eastAsia="Arial" w:hAnsi="Arial" w:cs="Arial"/>
          <w:sz w:val="18"/>
          <w:szCs w:val="18"/>
          <w:lang w:val="de-DE"/>
        </w:rPr>
        <w:t>GmbH</w:t>
      </w:r>
      <w:r w:rsidRPr="007F1831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7F1831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7F1831">
        <w:rPr>
          <w:rFonts w:ascii="Times New Roman" w:eastAsia="Times New Roman" w:hAnsi="Times New Roman" w:cs="Times New Roman"/>
          <w:spacing w:val="-8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E804A5" w:rsidRDefault="007F1831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Boxberg</w:t>
      </w:r>
    </w:p>
    <w:p w:rsidR="00E804A5" w:rsidRDefault="007F1831">
      <w:pPr>
        <w:spacing w:before="23" w:after="0" w:line="267" w:lineRule="auto"/>
        <w:ind w:left="158" w:right="8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E804A5" w:rsidRDefault="00E804A5">
      <w:pPr>
        <w:spacing w:after="0"/>
        <w:sectPr w:rsidR="00E804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020" w:right="860" w:bottom="280" w:left="1020" w:header="322" w:footer="720" w:gutter="0"/>
          <w:cols w:space="720"/>
        </w:sectPr>
      </w:pPr>
    </w:p>
    <w:p w:rsidR="00E804A5" w:rsidRDefault="00E804A5">
      <w:pPr>
        <w:spacing w:after="0" w:line="200" w:lineRule="exact"/>
        <w:rPr>
          <w:sz w:val="20"/>
          <w:szCs w:val="20"/>
        </w:rPr>
      </w:pPr>
    </w:p>
    <w:p w:rsidR="00E804A5" w:rsidRDefault="00E804A5">
      <w:pPr>
        <w:spacing w:before="11" w:after="0" w:line="240" w:lineRule="exact"/>
        <w:rPr>
          <w:sz w:val="24"/>
          <w:szCs w:val="24"/>
        </w:rPr>
      </w:pPr>
    </w:p>
    <w:p w:rsidR="00E804A5" w:rsidRDefault="007F1831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E804A5" w:rsidRDefault="007F1831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130561</w:t>
      </w:r>
    </w:p>
    <w:p w:rsidR="00E804A5" w:rsidRDefault="00E804A5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E804A5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E804A5" w:rsidRDefault="00E804A5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E804A5" w:rsidRDefault="007F1831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E804A5" w:rsidRDefault="00E804A5">
            <w:pPr>
              <w:spacing w:after="0" w:line="200" w:lineRule="exact"/>
              <w:rPr>
                <w:sz w:val="20"/>
                <w:szCs w:val="20"/>
              </w:rPr>
            </w:pPr>
          </w:p>
          <w:p w:rsidR="00E804A5" w:rsidRDefault="00E804A5">
            <w:pPr>
              <w:spacing w:after="0" w:line="200" w:lineRule="exact"/>
              <w:rPr>
                <w:sz w:val="20"/>
                <w:szCs w:val="20"/>
              </w:rPr>
            </w:pPr>
          </w:p>
          <w:p w:rsidR="00E804A5" w:rsidRDefault="007F1831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102650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E804A5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E804A5" w:rsidRDefault="00E804A5">
            <w:pPr>
              <w:spacing w:after="0" w:line="200" w:lineRule="exact"/>
              <w:rPr>
                <w:sz w:val="20"/>
                <w:szCs w:val="20"/>
              </w:rPr>
            </w:pPr>
          </w:p>
          <w:p w:rsidR="00E804A5" w:rsidRDefault="00E804A5">
            <w:pPr>
              <w:spacing w:after="0" w:line="200" w:lineRule="exact"/>
              <w:rPr>
                <w:sz w:val="20"/>
                <w:szCs w:val="20"/>
              </w:rPr>
            </w:pPr>
          </w:p>
          <w:p w:rsidR="00E804A5" w:rsidRDefault="007F1831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113487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102662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102719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112840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FTW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112853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warm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water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heating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coil,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112832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102898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128146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0-10V,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stepless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143289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Stepped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potentiometer,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+10Vdc,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1+2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adjustable,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Vdc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147359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terminal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sales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unit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day-night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function</w:t>
            </w:r>
          </w:p>
        </w:tc>
      </w:tr>
      <w:tr w:rsidR="00E804A5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CLIMASET01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111314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Accessories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hose,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nipples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screws</w:t>
            </w:r>
          </w:p>
        </w:tc>
      </w:tr>
      <w:tr w:rsidR="00495DCA" w:rsidTr="00495DCA">
        <w:trPr>
          <w:trHeight w:hRule="exact" w:val="230"/>
        </w:trPr>
        <w:tc>
          <w:tcPr>
            <w:tcW w:w="2174" w:type="dxa"/>
            <w:hideMark/>
          </w:tcPr>
          <w:p w:rsidR="00495DCA" w:rsidRDefault="00495D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 AIR</w:t>
            </w:r>
          </w:p>
        </w:tc>
        <w:tc>
          <w:tcPr>
            <w:tcW w:w="1052" w:type="dxa"/>
            <w:hideMark/>
          </w:tcPr>
          <w:p w:rsidR="00495DCA" w:rsidRDefault="00495D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148641</w:t>
            </w:r>
          </w:p>
        </w:tc>
        <w:tc>
          <w:tcPr>
            <w:tcW w:w="6347" w:type="dxa"/>
            <w:hideMark/>
          </w:tcPr>
          <w:p w:rsidR="00495DCA" w:rsidRDefault="00495D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E804A5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126586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804A5" w:rsidRDefault="007F1831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Sensor,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variable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volume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(e.g.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rooms)</w:t>
            </w:r>
          </w:p>
        </w:tc>
      </w:tr>
    </w:tbl>
    <w:p w:rsidR="001C6A4D" w:rsidRDefault="001C6A4D"/>
    <w:sectPr w:rsidR="001C6A4D">
      <w:pgSz w:w="11900" w:h="16840"/>
      <w:pgMar w:top="1020" w:right="1080" w:bottom="280" w:left="1020" w:header="3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4D" w:rsidRDefault="007F1831">
      <w:pPr>
        <w:spacing w:after="0" w:line="240" w:lineRule="auto"/>
      </w:pPr>
      <w:r>
        <w:separator/>
      </w:r>
    </w:p>
  </w:endnote>
  <w:endnote w:type="continuationSeparator" w:id="0">
    <w:p w:rsidR="001C6A4D" w:rsidRDefault="007F1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831" w:rsidRDefault="007F18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831" w:rsidRDefault="007F18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831" w:rsidRDefault="007F1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4D" w:rsidRDefault="007F1831">
      <w:pPr>
        <w:spacing w:after="0" w:line="240" w:lineRule="auto"/>
      </w:pPr>
      <w:r>
        <w:separator/>
      </w:r>
    </w:p>
  </w:footnote>
  <w:footnote w:type="continuationSeparator" w:id="0">
    <w:p w:rsidR="001C6A4D" w:rsidRDefault="007F1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831" w:rsidRDefault="007F1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A5" w:rsidRDefault="00995DAC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77.9pt;height:11pt;z-index:-251658752;mso-position-horizontal-relative:page;mso-position-vertical-relative:page" filled="f" stroked="f">
          <v:textbox inset="0,0,0,0">
            <w:txbxContent>
              <w:p w:rsidR="00E804A5" w:rsidRDefault="007F1831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motor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831" w:rsidRDefault="007F18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804A5"/>
    <w:rsid w:val="001C6A4D"/>
    <w:rsid w:val="00495DCA"/>
    <w:rsid w:val="007F1831"/>
    <w:rsid w:val="00995DAC"/>
    <w:rsid w:val="00E8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574914D-55D8-49BF-8B9E-3A0D94F5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831"/>
  </w:style>
  <w:style w:type="paragraph" w:styleId="Footer">
    <w:name w:val="footer"/>
    <w:basedOn w:val="Normal"/>
    <w:link w:val="FooterChar"/>
    <w:uiPriority w:val="99"/>
    <w:unhideWhenUsed/>
    <w:rsid w:val="007F1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E164D0B1.dotm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EM...EC LV Texte EN.xlsx</dc:title>
  <dc:creator>i.isaila</dc:creator>
  <cp:lastModifiedBy>Ioan Isaila</cp:lastModifiedBy>
  <cp:revision>4</cp:revision>
  <dcterms:created xsi:type="dcterms:W3CDTF">2019-03-21T15:40:00Z</dcterms:created>
  <dcterms:modified xsi:type="dcterms:W3CDTF">2019-09-13T11:50:00Z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LastSaved">
    <vt:filetime>2019-03-21T00:00:00Z</vt:filetime>
  </property>
</Properties>
</file>