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868" w:rsidRDefault="004D1868">
      <w:pPr>
        <w:spacing w:after="0" w:line="200" w:lineRule="exact"/>
        <w:rPr>
          <w:sz w:val="20"/>
          <w:szCs w:val="20"/>
        </w:rPr>
      </w:pPr>
    </w:p>
    <w:p w:rsidR="004D1868" w:rsidRDefault="004D1868">
      <w:pPr>
        <w:spacing w:before="11" w:after="0" w:line="240" w:lineRule="exact"/>
        <w:rPr>
          <w:sz w:val="24"/>
          <w:szCs w:val="24"/>
        </w:rPr>
      </w:pPr>
    </w:p>
    <w:p w:rsidR="004D1868" w:rsidRDefault="0042564A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250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02</w:t>
      </w:r>
    </w:p>
    <w:p w:rsidR="004D1868" w:rsidRDefault="0042564A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130491</w:t>
      </w:r>
    </w:p>
    <w:p w:rsidR="004D1868" w:rsidRDefault="004D1868">
      <w:pPr>
        <w:spacing w:before="14" w:after="0" w:line="240" w:lineRule="exact"/>
        <w:rPr>
          <w:sz w:val="24"/>
          <w:szCs w:val="24"/>
        </w:rPr>
      </w:pPr>
    </w:p>
    <w:p w:rsidR="004D1868" w:rsidRDefault="0042564A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4D1868" w:rsidRDefault="0042564A">
      <w:pPr>
        <w:spacing w:before="16"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network.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gray.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By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opening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easily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rotated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bring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desired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ride.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</w:p>
    <w:p w:rsidR="004D1868" w:rsidRDefault="004D1868">
      <w:pPr>
        <w:spacing w:before="4" w:after="0" w:line="140" w:lineRule="exact"/>
        <w:rPr>
          <w:sz w:val="14"/>
          <w:szCs w:val="14"/>
        </w:rPr>
      </w:pPr>
    </w:p>
    <w:p w:rsidR="004D1868" w:rsidRDefault="004D1868">
      <w:pPr>
        <w:spacing w:after="0" w:line="200" w:lineRule="exact"/>
        <w:rPr>
          <w:sz w:val="20"/>
          <w:szCs w:val="20"/>
        </w:rPr>
      </w:pPr>
    </w:p>
    <w:p w:rsidR="00AD58D0" w:rsidRDefault="00AD58D0" w:rsidP="00AD58D0">
      <w:pPr>
        <w:spacing w:after="0" w:line="256" w:lineRule="auto"/>
        <w:ind w:left="158" w:right="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</w:p>
    <w:p w:rsidR="00AD58D0" w:rsidRDefault="00AD58D0" w:rsidP="00AD58D0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efficiency,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electronically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commutated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permanent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magnet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motor).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technology,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</w:p>
    <w:p w:rsidR="00AD58D0" w:rsidRDefault="00AD58D0" w:rsidP="00AD58D0">
      <w:pPr>
        <w:spacing w:before="16" w:after="0" w:line="256" w:lineRule="auto"/>
        <w:ind w:left="158" w:right="4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ETAMASTER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efficiently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even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load.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internal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monitoring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box.</w:t>
      </w:r>
    </w:p>
    <w:p w:rsidR="004D1868" w:rsidRDefault="004D1868">
      <w:pPr>
        <w:spacing w:before="4" w:after="0" w:line="140" w:lineRule="exact"/>
        <w:rPr>
          <w:sz w:val="14"/>
          <w:szCs w:val="14"/>
        </w:rPr>
      </w:pPr>
      <w:bookmarkStart w:id="0" w:name="_GoBack"/>
      <w:bookmarkEnd w:id="0"/>
    </w:p>
    <w:p w:rsidR="004D1868" w:rsidRDefault="004D1868">
      <w:pPr>
        <w:spacing w:after="0" w:line="200" w:lineRule="exact"/>
        <w:rPr>
          <w:sz w:val="20"/>
          <w:szCs w:val="20"/>
        </w:rPr>
      </w:pPr>
    </w:p>
    <w:p w:rsidR="004D1868" w:rsidRDefault="0042564A">
      <w:pPr>
        <w:spacing w:after="0" w:line="258" w:lineRule="auto"/>
        <w:ind w:left="158" w:right="3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4D1868" w:rsidRDefault="0042564A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4D1868" w:rsidRDefault="004D1868">
      <w:pPr>
        <w:spacing w:before="4" w:after="0" w:line="130" w:lineRule="exact"/>
        <w:rPr>
          <w:sz w:val="13"/>
          <w:szCs w:val="13"/>
        </w:rPr>
      </w:pPr>
    </w:p>
    <w:p w:rsidR="004D1868" w:rsidRDefault="004D1868">
      <w:pPr>
        <w:spacing w:after="0" w:line="200" w:lineRule="exact"/>
        <w:rPr>
          <w:sz w:val="20"/>
          <w:szCs w:val="20"/>
        </w:rPr>
      </w:pPr>
    </w:p>
    <w:p w:rsidR="004D1868" w:rsidRDefault="0042564A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4D1868" w:rsidRDefault="004D1868">
      <w:pPr>
        <w:spacing w:before="7" w:after="0" w:line="240" w:lineRule="exact"/>
        <w:rPr>
          <w:sz w:val="24"/>
          <w:szCs w:val="24"/>
        </w:rPr>
      </w:pPr>
    </w:p>
    <w:p w:rsidR="004D1868" w:rsidRDefault="0042564A">
      <w:pPr>
        <w:tabs>
          <w:tab w:val="left" w:pos="4600"/>
          <w:tab w:val="left" w:pos="5020"/>
        </w:tabs>
        <w:spacing w:after="0" w:line="267" w:lineRule="auto"/>
        <w:ind w:left="158" w:right="457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(Δp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58,0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62,3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4D1868" w:rsidRDefault="004D1868">
      <w:pPr>
        <w:spacing w:before="11" w:after="0" w:line="220" w:lineRule="exact"/>
      </w:pPr>
    </w:p>
    <w:p w:rsidR="004D1868" w:rsidRDefault="0042564A">
      <w:pPr>
        <w:tabs>
          <w:tab w:val="left" w:pos="4340"/>
          <w:tab w:val="left" w:pos="4540"/>
          <w:tab w:val="left" w:pos="4640"/>
        </w:tabs>
        <w:spacing w:after="0" w:line="263" w:lineRule="auto"/>
        <w:ind w:left="158" w:right="453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11"/>
          <w:sz w:val="18"/>
          <w:szCs w:val="18"/>
        </w:rPr>
        <w:t xml:space="preserve"> 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304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2,1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3700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4D1868" w:rsidRDefault="0042564A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33</w:t>
      </w:r>
    </w:p>
    <w:p w:rsidR="004D1868" w:rsidRDefault="0042564A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ab/>
      </w:r>
      <w:r>
        <w:rPr>
          <w:rFonts w:ascii="Arial" w:eastAsia="Arial" w:hAnsi="Arial" w:cs="Arial"/>
          <w:position w:val="-1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4D1868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Ambient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Medium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4D1868" w:rsidRDefault="0042564A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4D1868" w:rsidRDefault="004D1868"/>
        </w:tc>
      </w:tr>
      <w:tr w:rsidR="004D1868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D1868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4D1868" w:rsidRDefault="0042564A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D1868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4D1868" w:rsidRDefault="0042564A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4D1868" w:rsidRDefault="004D1868"/>
        </w:tc>
      </w:tr>
      <w:tr w:rsidR="004D1868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Inlet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4D1868" w:rsidRDefault="004D1868"/>
        </w:tc>
      </w:tr>
      <w:tr w:rsidR="004D1868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Outlet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4D1868" w:rsidRDefault="004D1868"/>
        </w:tc>
      </w:tr>
      <w:tr w:rsidR="004D1868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D1868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4D1868" w:rsidRDefault="0042564A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D1868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4D1868" w:rsidRDefault="0042564A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300</w:t>
            </w:r>
            <w:r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4D1868" w:rsidRDefault="0042564A">
            <w:pPr>
              <w:spacing w:before="23" w:after="0" w:line="240" w:lineRule="auto"/>
              <w:ind w:left="990" w:right="2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Ø249</w:t>
            </w:r>
            <w:r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mm</w:t>
            </w:r>
          </w:p>
          <w:p w:rsidR="004D1868" w:rsidRDefault="0042564A">
            <w:pPr>
              <w:spacing w:before="23" w:after="0" w:line="240" w:lineRule="auto"/>
              <w:ind w:left="1177" w:right="30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4,1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D1868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4D1868" w:rsidRDefault="0042564A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(incl.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4D1868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D1868">
            <w:pPr>
              <w:spacing w:before="13" w:after="0" w:line="220" w:lineRule="exact"/>
            </w:pPr>
          </w:p>
          <w:p w:rsidR="004D1868" w:rsidRDefault="0042564A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Wiring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D1868">
            <w:pPr>
              <w:spacing w:before="13" w:after="0" w:line="220" w:lineRule="exact"/>
            </w:pPr>
          </w:p>
          <w:p w:rsidR="004D1868" w:rsidRDefault="0042564A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130303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D1868"/>
        </w:tc>
      </w:tr>
    </w:tbl>
    <w:p w:rsidR="004D1868" w:rsidRDefault="004D1868">
      <w:pPr>
        <w:spacing w:after="0" w:line="200" w:lineRule="exact"/>
        <w:rPr>
          <w:sz w:val="20"/>
          <w:szCs w:val="20"/>
        </w:rPr>
      </w:pPr>
    </w:p>
    <w:p w:rsidR="004D1868" w:rsidRDefault="004D1868">
      <w:pPr>
        <w:spacing w:after="0" w:line="200" w:lineRule="exact"/>
        <w:rPr>
          <w:sz w:val="20"/>
          <w:szCs w:val="20"/>
        </w:rPr>
      </w:pPr>
    </w:p>
    <w:p w:rsidR="004D1868" w:rsidRDefault="004D1868">
      <w:pPr>
        <w:spacing w:after="0" w:line="200" w:lineRule="exact"/>
        <w:rPr>
          <w:sz w:val="20"/>
          <w:szCs w:val="20"/>
        </w:rPr>
      </w:pPr>
    </w:p>
    <w:p w:rsidR="004D1868" w:rsidRDefault="004D1868">
      <w:pPr>
        <w:spacing w:after="0" w:line="200" w:lineRule="exact"/>
        <w:rPr>
          <w:sz w:val="20"/>
          <w:szCs w:val="20"/>
        </w:rPr>
      </w:pPr>
    </w:p>
    <w:p w:rsidR="004D1868" w:rsidRDefault="004D1868">
      <w:pPr>
        <w:spacing w:after="0" w:line="200" w:lineRule="exact"/>
        <w:rPr>
          <w:sz w:val="20"/>
          <w:szCs w:val="20"/>
        </w:rPr>
      </w:pPr>
    </w:p>
    <w:p w:rsidR="004D1868" w:rsidRDefault="004D1868">
      <w:pPr>
        <w:spacing w:before="20" w:after="0" w:line="260" w:lineRule="exact"/>
        <w:rPr>
          <w:sz w:val="26"/>
          <w:szCs w:val="26"/>
        </w:rPr>
      </w:pPr>
    </w:p>
    <w:p w:rsidR="004D1868" w:rsidRDefault="0042564A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4D1868" w:rsidRDefault="0042564A">
      <w:pPr>
        <w:spacing w:before="16" w:after="0" w:line="267" w:lineRule="auto"/>
        <w:ind w:left="158" w:right="7891"/>
        <w:rPr>
          <w:rFonts w:ascii="Arial" w:eastAsia="Arial" w:hAnsi="Arial" w:cs="Arial"/>
          <w:sz w:val="18"/>
          <w:szCs w:val="18"/>
        </w:rPr>
      </w:pPr>
      <w:r w:rsidRPr="0042564A">
        <w:rPr>
          <w:rFonts w:ascii="Arial" w:eastAsia="Arial" w:hAnsi="Arial" w:cs="Arial"/>
          <w:sz w:val="18"/>
          <w:szCs w:val="18"/>
          <w:lang w:val="de-DE"/>
        </w:rPr>
        <w:t>ruck</w:t>
      </w:r>
      <w:r w:rsidRPr="0042564A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42564A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42564A">
        <w:rPr>
          <w:rFonts w:ascii="Times New Roman" w:eastAsia="Times New Roman" w:hAnsi="Times New Roman" w:cs="Times New Roman"/>
          <w:spacing w:val="-5"/>
          <w:sz w:val="18"/>
          <w:szCs w:val="18"/>
          <w:lang w:val="de-DE"/>
        </w:rPr>
        <w:t xml:space="preserve"> </w:t>
      </w:r>
      <w:r w:rsidRPr="0042564A">
        <w:rPr>
          <w:rFonts w:ascii="Arial" w:eastAsia="Arial" w:hAnsi="Arial" w:cs="Arial"/>
          <w:sz w:val="18"/>
          <w:szCs w:val="18"/>
          <w:lang w:val="de-DE"/>
        </w:rPr>
        <w:t>GmbH</w:t>
      </w:r>
      <w:r w:rsidRPr="0042564A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42564A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42564A">
        <w:rPr>
          <w:rFonts w:ascii="Times New Roman" w:eastAsia="Times New Roman" w:hAnsi="Times New Roman" w:cs="Times New Roman"/>
          <w:spacing w:val="-8"/>
          <w:sz w:val="18"/>
          <w:szCs w:val="18"/>
          <w:lang w:val="de-DE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4D1868" w:rsidRDefault="0042564A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Boxberg</w:t>
      </w:r>
    </w:p>
    <w:p w:rsidR="004D1868" w:rsidRDefault="0042564A">
      <w:pPr>
        <w:spacing w:before="23" w:after="0" w:line="267" w:lineRule="auto"/>
        <w:ind w:left="158" w:right="8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4D1868" w:rsidRDefault="004D1868">
      <w:pPr>
        <w:spacing w:after="0"/>
        <w:sectPr w:rsidR="004D18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020" w:right="860" w:bottom="280" w:left="1020" w:header="322" w:footer="720" w:gutter="0"/>
          <w:cols w:space="720"/>
        </w:sectPr>
      </w:pPr>
    </w:p>
    <w:p w:rsidR="004D1868" w:rsidRDefault="004D1868">
      <w:pPr>
        <w:spacing w:after="0" w:line="200" w:lineRule="exact"/>
        <w:rPr>
          <w:sz w:val="20"/>
          <w:szCs w:val="20"/>
        </w:rPr>
      </w:pPr>
    </w:p>
    <w:p w:rsidR="004D1868" w:rsidRDefault="004D1868">
      <w:pPr>
        <w:spacing w:before="11" w:after="0" w:line="240" w:lineRule="exact"/>
        <w:rPr>
          <w:sz w:val="24"/>
          <w:szCs w:val="24"/>
        </w:rPr>
      </w:pPr>
    </w:p>
    <w:p w:rsidR="004D1868" w:rsidRDefault="0042564A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250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02</w:t>
      </w:r>
    </w:p>
    <w:p w:rsidR="004D1868" w:rsidRDefault="0042564A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130491</w:t>
      </w:r>
    </w:p>
    <w:p w:rsidR="004D1868" w:rsidRDefault="004D1868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6347"/>
      </w:tblGrid>
      <w:tr w:rsidR="004D1868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4D1868" w:rsidRDefault="004D1868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4D1868" w:rsidRDefault="0042564A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D1868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4D1868" w:rsidRDefault="004D1868">
            <w:pPr>
              <w:spacing w:after="0" w:line="200" w:lineRule="exact"/>
              <w:rPr>
                <w:sz w:val="20"/>
                <w:szCs w:val="20"/>
              </w:rPr>
            </w:pPr>
          </w:p>
          <w:p w:rsidR="004D1868" w:rsidRDefault="004D1868">
            <w:pPr>
              <w:spacing w:after="0" w:line="200" w:lineRule="exact"/>
              <w:rPr>
                <w:sz w:val="20"/>
                <w:szCs w:val="20"/>
              </w:rPr>
            </w:pPr>
          </w:p>
          <w:p w:rsidR="004D1868" w:rsidRDefault="0042564A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102651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D1868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4D1868" w:rsidRDefault="004D1868">
            <w:pPr>
              <w:spacing w:after="0" w:line="200" w:lineRule="exact"/>
              <w:rPr>
                <w:sz w:val="20"/>
                <w:szCs w:val="20"/>
              </w:rPr>
            </w:pPr>
          </w:p>
          <w:p w:rsidR="004D1868" w:rsidRDefault="004D1868">
            <w:pPr>
              <w:spacing w:after="0" w:line="200" w:lineRule="exact"/>
              <w:rPr>
                <w:sz w:val="20"/>
                <w:szCs w:val="20"/>
              </w:rPr>
            </w:pPr>
          </w:p>
          <w:p w:rsidR="004D1868" w:rsidRDefault="0042564A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113488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102686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102721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FTW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112854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warm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water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heating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coil,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102899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128146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0-10V,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stepless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143289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Stepped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potentiometer,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+10Vdc,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1+2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adjustable,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Vdc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147359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terminal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sales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unit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115259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Constant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day-night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function</w:t>
            </w:r>
          </w:p>
        </w:tc>
      </w:tr>
      <w:tr w:rsidR="004D18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CLIMASET01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111314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Accessories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hose,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nipples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screws</w:t>
            </w:r>
          </w:p>
        </w:tc>
      </w:tr>
      <w:tr w:rsidR="008B37CF" w:rsidTr="008B37CF">
        <w:trPr>
          <w:trHeight w:hRule="exact" w:val="230"/>
        </w:trPr>
        <w:tc>
          <w:tcPr>
            <w:tcW w:w="2174" w:type="dxa"/>
            <w:hideMark/>
          </w:tcPr>
          <w:p w:rsidR="008B37CF" w:rsidRDefault="008B37C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 AIR</w:t>
            </w:r>
          </w:p>
        </w:tc>
        <w:tc>
          <w:tcPr>
            <w:tcW w:w="1052" w:type="dxa"/>
            <w:hideMark/>
          </w:tcPr>
          <w:p w:rsidR="008B37CF" w:rsidRDefault="008B37C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148641</w:t>
            </w:r>
          </w:p>
        </w:tc>
        <w:tc>
          <w:tcPr>
            <w:tcW w:w="6347" w:type="dxa"/>
            <w:hideMark/>
          </w:tcPr>
          <w:p w:rsidR="008B37CF" w:rsidRDefault="008B37C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Airflow and temperature transducer</w:t>
            </w:r>
          </w:p>
        </w:tc>
      </w:tr>
      <w:tr w:rsidR="004D1868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126586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4D1868" w:rsidRDefault="0042564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Sensor,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variable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volume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(e.g.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meeting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rooms)</w:t>
            </w:r>
          </w:p>
        </w:tc>
      </w:tr>
    </w:tbl>
    <w:p w:rsidR="00516C54" w:rsidRDefault="00516C54"/>
    <w:sectPr w:rsidR="00516C54">
      <w:pgSz w:w="11900" w:h="16840"/>
      <w:pgMar w:top="1020" w:right="1080" w:bottom="280" w:left="1020" w:header="3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C54" w:rsidRDefault="0042564A">
      <w:pPr>
        <w:spacing w:after="0" w:line="240" w:lineRule="auto"/>
      </w:pPr>
      <w:r>
        <w:separator/>
      </w:r>
    </w:p>
  </w:endnote>
  <w:endnote w:type="continuationSeparator" w:id="0">
    <w:p w:rsidR="00516C54" w:rsidRDefault="00425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4A" w:rsidRDefault="004256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4A" w:rsidRDefault="004256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4A" w:rsidRDefault="004256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C54" w:rsidRDefault="0042564A">
      <w:pPr>
        <w:spacing w:after="0" w:line="240" w:lineRule="auto"/>
      </w:pPr>
      <w:r>
        <w:separator/>
      </w:r>
    </w:p>
  </w:footnote>
  <w:footnote w:type="continuationSeparator" w:id="0">
    <w:p w:rsidR="00516C54" w:rsidRDefault="00425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4A" w:rsidRDefault="004256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868" w:rsidRDefault="00AD58D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77.9pt;height:11pt;z-index:-251658752;mso-position-horizontal-relative:page;mso-position-vertical-relative:page" filled="f" stroked="f">
          <v:textbox inset="0,0,0,0">
            <w:txbxContent>
              <w:p w:rsidR="004D1868" w:rsidRDefault="0042564A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motor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4A" w:rsidRDefault="004256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D1868"/>
    <w:rsid w:val="0042564A"/>
    <w:rsid w:val="004D1868"/>
    <w:rsid w:val="00516C54"/>
    <w:rsid w:val="008B37CF"/>
    <w:rsid w:val="00A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E89D670-42C5-414F-A8C6-04FA7839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64A"/>
  </w:style>
  <w:style w:type="paragraph" w:styleId="Footer">
    <w:name w:val="footer"/>
    <w:basedOn w:val="Normal"/>
    <w:link w:val="FooterChar"/>
    <w:uiPriority w:val="99"/>
    <w:unhideWhenUsed/>
    <w:rsid w:val="00425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5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2A4EC40C.dotm</Template>
  <TotalTime>0</TotalTime>
  <Pages>2</Pages>
  <Words>518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EM...EC LV Texte EN.xlsx</dc:title>
  <dc:creator>i.isaila</dc:creator>
  <cp:lastModifiedBy>Ioan Isaila</cp:lastModifiedBy>
  <cp:revision>4</cp:revision>
  <dcterms:created xsi:type="dcterms:W3CDTF">2019-03-21T15:38:00Z</dcterms:created>
  <dcterms:modified xsi:type="dcterms:W3CDTF">2019-09-13T11:50:00Z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LastSaved">
    <vt:filetime>2019-03-21T00:00:00Z</vt:filetime>
  </property>
</Properties>
</file>