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90519B">
      <w:pPr>
        <w:spacing w:before="11" w:after="0" w:line="240" w:lineRule="exact"/>
        <w:rPr>
          <w:sz w:val="24"/>
          <w:szCs w:val="24"/>
        </w:rPr>
      </w:pPr>
    </w:p>
    <w:p w:rsidR="0090519B" w:rsidRDefault="00442F26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160L</w:t>
      </w:r>
      <w:r>
        <w:rPr>
          <w:rFonts w:ascii="Times New Roman" w:eastAsia="Times New Roman" w:hAnsi="Times New Roman" w:cs="Times New Roman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90519B" w:rsidRDefault="00442F26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128586</w:t>
      </w:r>
    </w:p>
    <w:p w:rsidR="0090519B" w:rsidRDefault="0090519B">
      <w:pPr>
        <w:spacing w:before="14" w:after="0" w:line="240" w:lineRule="exact"/>
        <w:rPr>
          <w:sz w:val="24"/>
          <w:szCs w:val="24"/>
        </w:rPr>
      </w:pPr>
    </w:p>
    <w:p w:rsidR="0090519B" w:rsidRDefault="00442F26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90519B" w:rsidRDefault="00442F26">
      <w:pPr>
        <w:spacing w:before="16"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gray.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easily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rotated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desired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ride.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</w:p>
    <w:p w:rsidR="0090519B" w:rsidRDefault="0090519B">
      <w:pPr>
        <w:spacing w:before="4" w:after="0" w:line="140" w:lineRule="exact"/>
        <w:rPr>
          <w:sz w:val="14"/>
          <w:szCs w:val="14"/>
        </w:r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442F26">
      <w:pPr>
        <w:spacing w:after="0" w:line="258" w:lineRule="auto"/>
        <w:ind w:left="158" w:right="62"/>
        <w:rPr>
          <w:rFonts w:ascii="Arial" w:eastAsia="Arial" w:hAnsi="Arial" w:cs="Arial"/>
          <w:sz w:val="18"/>
          <w:szCs w:val="18"/>
        </w:rPr>
      </w:pPr>
      <w:bookmarkStart w:id="0" w:name="_GoBack"/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90519B" w:rsidRDefault="00442F26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motor).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technology,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</w:p>
    <w:p w:rsidR="0090519B" w:rsidRDefault="00442F26">
      <w:pPr>
        <w:spacing w:before="16" w:after="0" w:line="258" w:lineRule="auto"/>
        <w:ind w:left="158" w:right="4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ETAMASTER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even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The</w:t>
      </w:r>
      <w:r w:rsidR="002B4C81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internal</w:t>
      </w:r>
      <w:r w:rsidR="002B4C8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electronic</w:t>
      </w:r>
      <w:r w:rsidR="002B4C81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temperature</w:t>
      </w:r>
      <w:r w:rsidR="002B4C81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monitoring</w:t>
      </w:r>
      <w:r w:rsidR="002B4C81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protects</w:t>
      </w:r>
      <w:r w:rsidR="002B4C8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the</w:t>
      </w:r>
      <w:r w:rsidR="002B4C81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motor</w:t>
      </w:r>
      <w:r w:rsidR="002B4C8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against</w:t>
      </w:r>
      <w:r w:rsidR="002B4C8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2B4C81">
        <w:rPr>
          <w:rFonts w:ascii="Arial" w:eastAsia="Arial" w:hAnsi="Arial" w:cs="Arial"/>
          <w:sz w:val="18"/>
          <w:szCs w:val="18"/>
        </w:rPr>
        <w:t>overload.</w:t>
      </w:r>
      <w:r w:rsidR="002B4C81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box.</w:t>
      </w:r>
    </w:p>
    <w:bookmarkEnd w:id="0"/>
    <w:p w:rsidR="0090519B" w:rsidRDefault="0090519B">
      <w:pPr>
        <w:spacing w:before="4" w:after="0" w:line="140" w:lineRule="exact"/>
        <w:rPr>
          <w:sz w:val="14"/>
          <w:szCs w:val="14"/>
        </w:r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442F26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90519B" w:rsidRDefault="00442F26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90519B" w:rsidRDefault="0090519B">
      <w:pPr>
        <w:spacing w:before="4" w:after="0" w:line="130" w:lineRule="exact"/>
        <w:rPr>
          <w:sz w:val="13"/>
          <w:szCs w:val="13"/>
        </w:r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442F26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90519B" w:rsidRDefault="0090519B">
      <w:pPr>
        <w:spacing w:before="7" w:after="0" w:line="240" w:lineRule="exact"/>
        <w:rPr>
          <w:sz w:val="24"/>
          <w:szCs w:val="24"/>
        </w:rPr>
      </w:pPr>
    </w:p>
    <w:p w:rsidR="0090519B" w:rsidRDefault="00442F26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47,7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52,8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90519B" w:rsidRDefault="0090519B">
      <w:pPr>
        <w:spacing w:before="11" w:after="0" w:line="220" w:lineRule="exact"/>
      </w:pPr>
    </w:p>
    <w:p w:rsidR="0090519B" w:rsidRDefault="00442F26">
      <w:pPr>
        <w:tabs>
          <w:tab w:val="left" w:pos="4340"/>
          <w:tab w:val="left" w:pos="4540"/>
          <w:tab w:val="left" w:pos="470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73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0,7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3540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90519B" w:rsidRDefault="00442F26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54</w:t>
      </w:r>
    </w:p>
    <w:p w:rsidR="0090519B" w:rsidRDefault="00442F26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Arial" w:eastAsia="Arial" w:hAnsi="Arial" w:cs="Arial"/>
          <w:position w:val="-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90519B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Ambient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Medium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90519B" w:rsidRDefault="00442F26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90519B" w:rsidRDefault="0090519B"/>
        </w:tc>
      </w:tr>
      <w:tr w:rsidR="0090519B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90519B" w:rsidRDefault="00442F26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90519B" w:rsidRDefault="00442F26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90519B" w:rsidRDefault="0090519B"/>
        </w:tc>
      </w:tr>
      <w:tr w:rsidR="0090519B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90519B" w:rsidRDefault="0090519B"/>
        </w:tc>
      </w:tr>
      <w:tr w:rsidR="0090519B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Outlet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90519B" w:rsidRDefault="0090519B"/>
        </w:tc>
      </w:tr>
      <w:tr w:rsidR="0090519B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90519B" w:rsidRDefault="00442F26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90519B" w:rsidRDefault="00442F26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289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239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90519B" w:rsidRDefault="00442F26">
            <w:pPr>
              <w:spacing w:before="23" w:after="0" w:line="240" w:lineRule="auto"/>
              <w:ind w:left="990" w:right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Ø159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90519B" w:rsidRDefault="00442F26">
            <w:pPr>
              <w:spacing w:before="23" w:after="0" w:line="240" w:lineRule="auto"/>
              <w:ind w:left="1177" w:right="3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2,6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90519B" w:rsidRDefault="00442F26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90519B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3" w:after="0" w:line="220" w:lineRule="exact"/>
            </w:pPr>
          </w:p>
          <w:p w:rsidR="0090519B" w:rsidRDefault="00442F26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3" w:after="0" w:line="220" w:lineRule="exact"/>
            </w:pPr>
          </w:p>
          <w:p w:rsidR="0090519B" w:rsidRDefault="00442F26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130302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/>
        </w:tc>
      </w:tr>
    </w:tbl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90519B">
      <w:pPr>
        <w:spacing w:before="20" w:after="0" w:line="260" w:lineRule="exact"/>
        <w:rPr>
          <w:sz w:val="26"/>
          <w:szCs w:val="26"/>
        </w:rPr>
      </w:pPr>
    </w:p>
    <w:p w:rsidR="0090519B" w:rsidRDefault="00442F26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90519B" w:rsidRDefault="00442F26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442F26">
        <w:rPr>
          <w:rFonts w:ascii="Arial" w:eastAsia="Arial" w:hAnsi="Arial" w:cs="Arial"/>
          <w:sz w:val="18"/>
          <w:szCs w:val="18"/>
          <w:lang w:val="de-DE"/>
        </w:rPr>
        <w:t>ruck</w:t>
      </w:r>
      <w:r w:rsidRPr="00442F26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442F26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442F26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442F26">
        <w:rPr>
          <w:rFonts w:ascii="Arial" w:eastAsia="Arial" w:hAnsi="Arial" w:cs="Arial"/>
          <w:sz w:val="18"/>
          <w:szCs w:val="18"/>
          <w:lang w:val="de-DE"/>
        </w:rPr>
        <w:t>GmbH</w:t>
      </w:r>
      <w:r w:rsidRPr="00442F26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442F26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442F26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90519B" w:rsidRDefault="00442F26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Boxberg</w:t>
      </w:r>
      <w:proofErr w:type="spellEnd"/>
    </w:p>
    <w:p w:rsidR="0090519B" w:rsidRDefault="00442F26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90519B" w:rsidRDefault="0090519B">
      <w:pPr>
        <w:spacing w:after="0"/>
        <w:sectPr w:rsidR="0090519B">
          <w:headerReference w:type="default" r:id="rId7"/>
          <w:type w:val="continuous"/>
          <w:pgSz w:w="11900" w:h="16840"/>
          <w:pgMar w:top="1020" w:right="860" w:bottom="280" w:left="1020" w:header="830" w:footer="720" w:gutter="0"/>
          <w:cols w:space="720"/>
        </w:sectPr>
      </w:pPr>
    </w:p>
    <w:p w:rsidR="0090519B" w:rsidRDefault="0090519B">
      <w:pPr>
        <w:spacing w:after="0" w:line="200" w:lineRule="exact"/>
        <w:rPr>
          <w:sz w:val="20"/>
          <w:szCs w:val="20"/>
        </w:rPr>
      </w:pPr>
    </w:p>
    <w:p w:rsidR="0090519B" w:rsidRDefault="0090519B">
      <w:pPr>
        <w:spacing w:before="11" w:after="0" w:line="240" w:lineRule="exact"/>
        <w:rPr>
          <w:sz w:val="24"/>
          <w:szCs w:val="24"/>
        </w:rPr>
      </w:pPr>
    </w:p>
    <w:p w:rsidR="0090519B" w:rsidRDefault="00442F26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160L</w:t>
      </w:r>
      <w:r>
        <w:rPr>
          <w:rFonts w:ascii="Times New Roman" w:eastAsia="Times New Roman" w:hAnsi="Times New Roman" w:cs="Times New Roman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90519B" w:rsidRDefault="00442F26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128586</w:t>
      </w:r>
    </w:p>
    <w:p w:rsidR="0090519B" w:rsidRDefault="0090519B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90519B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90519B" w:rsidRDefault="0090519B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90519B" w:rsidRDefault="00442F26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0519B" w:rsidRDefault="0090519B">
            <w:pPr>
              <w:spacing w:after="0" w:line="200" w:lineRule="exact"/>
              <w:rPr>
                <w:sz w:val="20"/>
                <w:szCs w:val="20"/>
              </w:rPr>
            </w:pPr>
          </w:p>
          <w:p w:rsidR="0090519B" w:rsidRDefault="0090519B">
            <w:pPr>
              <w:spacing w:after="0" w:line="200" w:lineRule="exact"/>
              <w:rPr>
                <w:sz w:val="20"/>
                <w:szCs w:val="20"/>
              </w:rPr>
            </w:pPr>
          </w:p>
          <w:p w:rsidR="0090519B" w:rsidRDefault="00442F26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102649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90519B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0519B" w:rsidRDefault="0090519B">
            <w:pPr>
              <w:spacing w:after="0" w:line="200" w:lineRule="exact"/>
              <w:rPr>
                <w:sz w:val="20"/>
                <w:szCs w:val="20"/>
              </w:rPr>
            </w:pPr>
          </w:p>
          <w:p w:rsidR="0090519B" w:rsidRDefault="0090519B">
            <w:pPr>
              <w:spacing w:after="0" w:line="200" w:lineRule="exact"/>
              <w:rPr>
                <w:sz w:val="20"/>
                <w:szCs w:val="20"/>
              </w:rPr>
            </w:pPr>
          </w:p>
          <w:p w:rsidR="0090519B" w:rsidRDefault="00442F26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102661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102717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FTW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112852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warm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water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heating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coil,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112831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  <w:proofErr w:type="spellEnd"/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  <w:proofErr w:type="spellEnd"/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442F26" w:rsidTr="00721F2C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42F26" w:rsidRDefault="00442F26" w:rsidP="00721F2C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42F26" w:rsidRDefault="00442F26" w:rsidP="00721F2C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42F26" w:rsidRDefault="00442F26" w:rsidP="00721F2C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90519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442F26"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90519B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0519B" w:rsidRDefault="00442F2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AA131D" w:rsidRDefault="00AA131D"/>
    <w:sectPr w:rsidR="00AA131D">
      <w:pgSz w:w="11900" w:h="16840"/>
      <w:pgMar w:top="1020" w:right="10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31D" w:rsidRDefault="00442F26">
      <w:pPr>
        <w:spacing w:after="0" w:line="240" w:lineRule="auto"/>
      </w:pPr>
      <w:r>
        <w:separator/>
      </w:r>
    </w:p>
  </w:endnote>
  <w:endnote w:type="continuationSeparator" w:id="0">
    <w:p w:rsidR="00AA131D" w:rsidRDefault="0044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31D" w:rsidRDefault="00442F26">
      <w:pPr>
        <w:spacing w:after="0" w:line="240" w:lineRule="auto"/>
      </w:pPr>
      <w:r>
        <w:separator/>
      </w:r>
    </w:p>
  </w:footnote>
  <w:footnote w:type="continuationSeparator" w:id="0">
    <w:p w:rsidR="00AA131D" w:rsidRDefault="00442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9B" w:rsidRDefault="002B4C8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77.9pt;height:11pt;z-index:-251658752;mso-position-horizontal-relative:page;mso-position-vertical-relative:page" filled="f" stroked="f">
          <v:textbox inset="0,0,0,0">
            <w:txbxContent>
              <w:p w:rsidR="0090519B" w:rsidRDefault="00442F26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0519B"/>
    <w:rsid w:val="002B4C81"/>
    <w:rsid w:val="00442F26"/>
    <w:rsid w:val="0090519B"/>
    <w:rsid w:val="00AA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19A4259-1D29-4C8F-82E7-E0F1ECDD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A2D55D88.dotm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3</cp:revision>
  <dcterms:created xsi:type="dcterms:W3CDTF">2019-03-21T15:21:00Z</dcterms:created>
  <dcterms:modified xsi:type="dcterms:W3CDTF">2019-09-13T11:49:00Z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LastSaved">
    <vt:filetime>2019-03-21T00:00:00Z</vt:filetime>
  </property>
</Properties>
</file>